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4D1B57F" w14:textId="77777777" w:rsidTr="00F862D6">
        <w:tc>
          <w:tcPr>
            <w:tcW w:w="1020" w:type="dxa"/>
          </w:tcPr>
          <w:p w14:paraId="435DCE0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0E22B90" wp14:editId="6FAE0B6D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9A2F53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E22B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FsiiP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0A9A2F53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0B59F04" w14:textId="77777777" w:rsidR="00F64786" w:rsidRDefault="00F64786" w:rsidP="0077673A"/>
        </w:tc>
        <w:tc>
          <w:tcPr>
            <w:tcW w:w="823" w:type="dxa"/>
          </w:tcPr>
          <w:p w14:paraId="52A1FFF8" w14:textId="77777777" w:rsidR="00F64786" w:rsidRDefault="00F64786" w:rsidP="0077673A"/>
        </w:tc>
        <w:tc>
          <w:tcPr>
            <w:tcW w:w="3685" w:type="dxa"/>
          </w:tcPr>
          <w:p w14:paraId="2BE5AAAF" w14:textId="77777777" w:rsidR="00F64786" w:rsidRDefault="00F64786" w:rsidP="0077673A"/>
        </w:tc>
      </w:tr>
      <w:tr w:rsidR="00F862D6" w14:paraId="25CE1195" w14:textId="77777777" w:rsidTr="00596C7E">
        <w:tc>
          <w:tcPr>
            <w:tcW w:w="1020" w:type="dxa"/>
          </w:tcPr>
          <w:p w14:paraId="1C2C8C46" w14:textId="77777777" w:rsidR="00F862D6" w:rsidRDefault="00F862D6" w:rsidP="0077673A"/>
        </w:tc>
        <w:tc>
          <w:tcPr>
            <w:tcW w:w="2552" w:type="dxa"/>
          </w:tcPr>
          <w:p w14:paraId="740E29AD" w14:textId="77777777" w:rsidR="00F862D6" w:rsidRDefault="00F862D6" w:rsidP="00764595"/>
        </w:tc>
        <w:tc>
          <w:tcPr>
            <w:tcW w:w="823" w:type="dxa"/>
          </w:tcPr>
          <w:p w14:paraId="5E61C04A" w14:textId="77777777" w:rsidR="00F862D6" w:rsidRDefault="00F862D6" w:rsidP="0077673A"/>
        </w:tc>
        <w:tc>
          <w:tcPr>
            <w:tcW w:w="3685" w:type="dxa"/>
            <w:vMerge w:val="restart"/>
          </w:tcPr>
          <w:p w14:paraId="671ACD31" w14:textId="77777777" w:rsidR="00596C7E" w:rsidRDefault="00596C7E" w:rsidP="00596C7E">
            <w:pPr>
              <w:rPr>
                <w:rStyle w:val="Potovnadresa"/>
              </w:rPr>
            </w:pPr>
          </w:p>
          <w:p w14:paraId="0A3EC9B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14:paraId="62B4DC66" w14:textId="77777777" w:rsidTr="00F862D6">
        <w:tc>
          <w:tcPr>
            <w:tcW w:w="1020" w:type="dxa"/>
          </w:tcPr>
          <w:p w14:paraId="6D854443" w14:textId="77777777"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14:paraId="2C98B4F4" w14:textId="249D4A01" w:rsidR="00136BD0" w:rsidRPr="000575AF" w:rsidRDefault="0065044C" w:rsidP="00136BD0">
            <w:r w:rsidRPr="0065044C">
              <w:t>7545/2022-SŽ-SSV-Ú3</w:t>
            </w:r>
          </w:p>
        </w:tc>
        <w:tc>
          <w:tcPr>
            <w:tcW w:w="823" w:type="dxa"/>
          </w:tcPr>
          <w:p w14:paraId="7962BCCB" w14:textId="77777777" w:rsidR="00136BD0" w:rsidRDefault="00136BD0" w:rsidP="00136BD0"/>
        </w:tc>
        <w:tc>
          <w:tcPr>
            <w:tcW w:w="3685" w:type="dxa"/>
            <w:vMerge/>
          </w:tcPr>
          <w:p w14:paraId="5BF1B4E0" w14:textId="77777777" w:rsidR="00136BD0" w:rsidRDefault="00136BD0" w:rsidP="00136BD0"/>
        </w:tc>
      </w:tr>
      <w:tr w:rsidR="00136BD0" w14:paraId="1B9C2E75" w14:textId="77777777" w:rsidTr="00F862D6">
        <w:tc>
          <w:tcPr>
            <w:tcW w:w="1020" w:type="dxa"/>
          </w:tcPr>
          <w:p w14:paraId="4F782BE4" w14:textId="77777777"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14:paraId="5038A6D0" w14:textId="77777777" w:rsidR="00136BD0" w:rsidRPr="000575AF" w:rsidRDefault="00136BD0" w:rsidP="00136BD0">
            <w:r w:rsidRPr="000575AF">
              <w:t>2/0</w:t>
            </w:r>
          </w:p>
        </w:tc>
        <w:tc>
          <w:tcPr>
            <w:tcW w:w="823" w:type="dxa"/>
          </w:tcPr>
          <w:p w14:paraId="2864635D" w14:textId="77777777" w:rsidR="00136BD0" w:rsidRDefault="00136BD0" w:rsidP="00136BD0"/>
        </w:tc>
        <w:tc>
          <w:tcPr>
            <w:tcW w:w="3685" w:type="dxa"/>
            <w:vMerge/>
          </w:tcPr>
          <w:p w14:paraId="2E44AC8B" w14:textId="77777777" w:rsidR="00136BD0" w:rsidRDefault="00136BD0" w:rsidP="00136BD0">
            <w:pPr>
              <w:rPr>
                <w:noProof/>
              </w:rPr>
            </w:pPr>
          </w:p>
        </w:tc>
      </w:tr>
      <w:tr w:rsidR="00136BD0" w14:paraId="4672AE7A" w14:textId="77777777" w:rsidTr="00B23CA3">
        <w:trPr>
          <w:trHeight w:val="77"/>
        </w:trPr>
        <w:tc>
          <w:tcPr>
            <w:tcW w:w="1020" w:type="dxa"/>
          </w:tcPr>
          <w:p w14:paraId="51AF0FCD" w14:textId="77777777" w:rsidR="00136BD0" w:rsidRDefault="00136BD0" w:rsidP="00136BD0"/>
        </w:tc>
        <w:tc>
          <w:tcPr>
            <w:tcW w:w="2552" w:type="dxa"/>
          </w:tcPr>
          <w:p w14:paraId="43FE0862" w14:textId="77777777" w:rsidR="00136BD0" w:rsidRPr="000575AF" w:rsidRDefault="00136BD0" w:rsidP="00136BD0"/>
        </w:tc>
        <w:tc>
          <w:tcPr>
            <w:tcW w:w="823" w:type="dxa"/>
          </w:tcPr>
          <w:p w14:paraId="03947A70" w14:textId="77777777" w:rsidR="00136BD0" w:rsidRDefault="00136BD0" w:rsidP="00136BD0"/>
        </w:tc>
        <w:tc>
          <w:tcPr>
            <w:tcW w:w="3685" w:type="dxa"/>
            <w:vMerge/>
          </w:tcPr>
          <w:p w14:paraId="7229BE33" w14:textId="77777777" w:rsidR="00136BD0" w:rsidRDefault="00136BD0" w:rsidP="00136BD0"/>
        </w:tc>
      </w:tr>
      <w:tr w:rsidR="00136BD0" w14:paraId="7B9940D0" w14:textId="77777777" w:rsidTr="00F862D6">
        <w:tc>
          <w:tcPr>
            <w:tcW w:w="1020" w:type="dxa"/>
          </w:tcPr>
          <w:p w14:paraId="389C5337" w14:textId="77777777"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14:paraId="6031371A" w14:textId="77777777"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14:paraId="5B1BBD48" w14:textId="77777777" w:rsidR="00136BD0" w:rsidRDefault="00136BD0" w:rsidP="00136BD0"/>
        </w:tc>
        <w:tc>
          <w:tcPr>
            <w:tcW w:w="3685" w:type="dxa"/>
            <w:vMerge/>
          </w:tcPr>
          <w:p w14:paraId="52394F04" w14:textId="77777777" w:rsidR="00136BD0" w:rsidRDefault="00136BD0" w:rsidP="00136BD0"/>
        </w:tc>
      </w:tr>
      <w:tr w:rsidR="00136BD0" w14:paraId="71ABC10F" w14:textId="77777777" w:rsidTr="00F862D6">
        <w:tc>
          <w:tcPr>
            <w:tcW w:w="1020" w:type="dxa"/>
          </w:tcPr>
          <w:p w14:paraId="41586F23" w14:textId="77777777" w:rsidR="00136BD0" w:rsidRDefault="00136BD0" w:rsidP="00136BD0"/>
        </w:tc>
        <w:tc>
          <w:tcPr>
            <w:tcW w:w="2552" w:type="dxa"/>
          </w:tcPr>
          <w:p w14:paraId="78AC6A0D" w14:textId="77777777" w:rsidR="00136BD0" w:rsidRPr="000575AF" w:rsidRDefault="00136BD0" w:rsidP="00136BD0"/>
        </w:tc>
        <w:tc>
          <w:tcPr>
            <w:tcW w:w="823" w:type="dxa"/>
          </w:tcPr>
          <w:p w14:paraId="096D7AD9" w14:textId="77777777" w:rsidR="00136BD0" w:rsidRDefault="00136BD0" w:rsidP="00136BD0"/>
        </w:tc>
        <w:tc>
          <w:tcPr>
            <w:tcW w:w="3685" w:type="dxa"/>
            <w:vMerge/>
          </w:tcPr>
          <w:p w14:paraId="480E8FB4" w14:textId="77777777" w:rsidR="00136BD0" w:rsidRDefault="00136BD0" w:rsidP="00136BD0"/>
        </w:tc>
      </w:tr>
      <w:tr w:rsidR="00136BD0" w14:paraId="75CC1548" w14:textId="77777777" w:rsidTr="00F862D6">
        <w:tc>
          <w:tcPr>
            <w:tcW w:w="1020" w:type="dxa"/>
          </w:tcPr>
          <w:p w14:paraId="651A4007" w14:textId="77777777"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14:paraId="3B1735D1" w14:textId="77777777"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14:paraId="047874A3" w14:textId="77777777" w:rsidR="00136BD0" w:rsidRDefault="00136BD0" w:rsidP="00136BD0"/>
        </w:tc>
        <w:tc>
          <w:tcPr>
            <w:tcW w:w="3685" w:type="dxa"/>
            <w:vMerge/>
          </w:tcPr>
          <w:p w14:paraId="1C1F3F4C" w14:textId="77777777" w:rsidR="00136BD0" w:rsidRDefault="00136BD0" w:rsidP="00136BD0"/>
        </w:tc>
      </w:tr>
      <w:tr w:rsidR="00136BD0" w14:paraId="741BD29C" w14:textId="77777777" w:rsidTr="00F862D6">
        <w:tc>
          <w:tcPr>
            <w:tcW w:w="1020" w:type="dxa"/>
          </w:tcPr>
          <w:p w14:paraId="315960B8" w14:textId="77777777"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14:paraId="4CE04C88" w14:textId="77777777"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14:paraId="53E4E781" w14:textId="77777777" w:rsidR="00136BD0" w:rsidRDefault="00136BD0" w:rsidP="00136BD0"/>
        </w:tc>
        <w:tc>
          <w:tcPr>
            <w:tcW w:w="3685" w:type="dxa"/>
            <w:vMerge/>
          </w:tcPr>
          <w:p w14:paraId="0F922180" w14:textId="77777777" w:rsidR="00136BD0" w:rsidRDefault="00136BD0" w:rsidP="00136BD0"/>
        </w:tc>
      </w:tr>
      <w:tr w:rsidR="00136BD0" w14:paraId="34382B17" w14:textId="77777777" w:rsidTr="00F862D6">
        <w:tc>
          <w:tcPr>
            <w:tcW w:w="1020" w:type="dxa"/>
          </w:tcPr>
          <w:p w14:paraId="6A6BA3D4" w14:textId="77777777" w:rsidR="00136BD0" w:rsidRDefault="00136BD0" w:rsidP="00136BD0"/>
        </w:tc>
        <w:tc>
          <w:tcPr>
            <w:tcW w:w="2552" w:type="dxa"/>
          </w:tcPr>
          <w:p w14:paraId="3E78F147" w14:textId="77777777" w:rsidR="00136BD0" w:rsidRPr="003E6B9A" w:rsidRDefault="00136BD0" w:rsidP="00136BD0"/>
        </w:tc>
        <w:tc>
          <w:tcPr>
            <w:tcW w:w="823" w:type="dxa"/>
          </w:tcPr>
          <w:p w14:paraId="40CD14E6" w14:textId="77777777" w:rsidR="00136BD0" w:rsidRDefault="00136BD0" w:rsidP="00136BD0"/>
        </w:tc>
        <w:tc>
          <w:tcPr>
            <w:tcW w:w="3685" w:type="dxa"/>
          </w:tcPr>
          <w:p w14:paraId="16A788CF" w14:textId="77777777" w:rsidR="00136BD0" w:rsidRDefault="00136BD0" w:rsidP="00136BD0"/>
        </w:tc>
      </w:tr>
      <w:tr w:rsidR="00136BD0" w14:paraId="5F6D9529" w14:textId="77777777" w:rsidTr="00F862D6">
        <w:tc>
          <w:tcPr>
            <w:tcW w:w="1020" w:type="dxa"/>
          </w:tcPr>
          <w:p w14:paraId="69D9EC8A" w14:textId="77777777"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8546C82" w14:textId="5F731610" w:rsidR="00136BD0" w:rsidRPr="003E6B9A" w:rsidRDefault="00136BD0" w:rsidP="00136BD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01276">
              <w:rPr>
                <w:noProof/>
              </w:rPr>
              <w:t>23.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9D3932B" w14:textId="77777777" w:rsidR="00136BD0" w:rsidRDefault="00136BD0" w:rsidP="00136BD0"/>
        </w:tc>
        <w:tc>
          <w:tcPr>
            <w:tcW w:w="3685" w:type="dxa"/>
          </w:tcPr>
          <w:p w14:paraId="14C1873B" w14:textId="77777777" w:rsidR="00136BD0" w:rsidRDefault="00136BD0" w:rsidP="00136BD0"/>
        </w:tc>
      </w:tr>
      <w:tr w:rsidR="00F64786" w14:paraId="69463CA5" w14:textId="77777777" w:rsidTr="00F862D6">
        <w:tc>
          <w:tcPr>
            <w:tcW w:w="1020" w:type="dxa"/>
          </w:tcPr>
          <w:p w14:paraId="0A001E9D" w14:textId="77777777" w:rsidR="00F64786" w:rsidRDefault="00F64786" w:rsidP="0077673A"/>
        </w:tc>
        <w:tc>
          <w:tcPr>
            <w:tcW w:w="2552" w:type="dxa"/>
          </w:tcPr>
          <w:p w14:paraId="41A322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A7F0F20" w14:textId="77777777" w:rsidR="00F64786" w:rsidRDefault="00F64786" w:rsidP="0077673A"/>
        </w:tc>
        <w:tc>
          <w:tcPr>
            <w:tcW w:w="3685" w:type="dxa"/>
          </w:tcPr>
          <w:p w14:paraId="6774073A" w14:textId="77777777" w:rsidR="00F64786" w:rsidRDefault="00F64786" w:rsidP="0077673A"/>
        </w:tc>
      </w:tr>
      <w:tr w:rsidR="00F862D6" w14:paraId="0F387858" w14:textId="77777777" w:rsidTr="00B45E9E">
        <w:trPr>
          <w:trHeight w:val="794"/>
        </w:trPr>
        <w:tc>
          <w:tcPr>
            <w:tcW w:w="1020" w:type="dxa"/>
          </w:tcPr>
          <w:p w14:paraId="46917A74" w14:textId="77777777" w:rsidR="00F862D6" w:rsidRDefault="00F862D6" w:rsidP="0077673A"/>
        </w:tc>
        <w:tc>
          <w:tcPr>
            <w:tcW w:w="2552" w:type="dxa"/>
          </w:tcPr>
          <w:p w14:paraId="56139F49" w14:textId="77777777" w:rsidR="00F862D6" w:rsidRDefault="00F862D6" w:rsidP="00F310F8"/>
        </w:tc>
        <w:tc>
          <w:tcPr>
            <w:tcW w:w="823" w:type="dxa"/>
          </w:tcPr>
          <w:p w14:paraId="49D2A9FB" w14:textId="77777777" w:rsidR="00F862D6" w:rsidRDefault="00F862D6" w:rsidP="0077673A"/>
        </w:tc>
        <w:tc>
          <w:tcPr>
            <w:tcW w:w="3685" w:type="dxa"/>
          </w:tcPr>
          <w:p w14:paraId="31CFE2B1" w14:textId="77777777" w:rsidR="00F862D6" w:rsidRDefault="00F862D6" w:rsidP="0077673A"/>
        </w:tc>
      </w:tr>
      <w:tr w:rsidR="00815D55" w14:paraId="4D393294" w14:textId="77777777" w:rsidTr="00B45E9E">
        <w:trPr>
          <w:trHeight w:val="794"/>
        </w:trPr>
        <w:tc>
          <w:tcPr>
            <w:tcW w:w="1020" w:type="dxa"/>
          </w:tcPr>
          <w:p w14:paraId="046D8BDC" w14:textId="77777777" w:rsidR="00815D55" w:rsidRDefault="00815D55" w:rsidP="0077673A"/>
        </w:tc>
        <w:tc>
          <w:tcPr>
            <w:tcW w:w="2552" w:type="dxa"/>
          </w:tcPr>
          <w:p w14:paraId="799B19C3" w14:textId="77777777" w:rsidR="00815D55" w:rsidRDefault="00815D55" w:rsidP="00F310F8"/>
        </w:tc>
        <w:tc>
          <w:tcPr>
            <w:tcW w:w="823" w:type="dxa"/>
          </w:tcPr>
          <w:p w14:paraId="4E383970" w14:textId="77777777" w:rsidR="00815D55" w:rsidRDefault="00815D55" w:rsidP="0077673A"/>
        </w:tc>
        <w:tc>
          <w:tcPr>
            <w:tcW w:w="3685" w:type="dxa"/>
          </w:tcPr>
          <w:p w14:paraId="5E00513B" w14:textId="77777777" w:rsidR="00815D55" w:rsidRDefault="00815D55" w:rsidP="0077673A"/>
        </w:tc>
      </w:tr>
    </w:tbl>
    <w:p w14:paraId="2656320E" w14:textId="77777777" w:rsidR="00CB7B5A" w:rsidRDefault="00CB7B5A" w:rsidP="00815D55">
      <w:pPr>
        <w:spacing w:after="0" w:line="240" w:lineRule="auto"/>
        <w:ind w:left="567" w:hanging="567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15D55" w:rsidRPr="00815D55">
        <w:rPr>
          <w:rFonts w:eastAsia="Calibri" w:cs="Times New Roman"/>
          <w:b/>
          <w:lang w:eastAsia="cs-CZ"/>
        </w:rPr>
        <w:t xml:space="preserve">Doplnění závor na přejezdech v km 3,220 </w:t>
      </w:r>
      <w:r w:rsidR="00815D55">
        <w:rPr>
          <w:rFonts w:eastAsia="Calibri" w:cs="Times New Roman"/>
          <w:b/>
          <w:lang w:eastAsia="cs-CZ"/>
        </w:rPr>
        <w:t xml:space="preserve">(P 4743) a 4,952 (P 4748) trati </w:t>
      </w:r>
      <w:r w:rsidR="00815D55" w:rsidRPr="00815D55">
        <w:rPr>
          <w:rFonts w:eastAsia="Calibri" w:cs="Times New Roman"/>
          <w:b/>
          <w:lang w:eastAsia="cs-CZ"/>
        </w:rPr>
        <w:t xml:space="preserve">Martince v Krkonoších - Rokytnice nad Jizerou                                                                                                                                                                      </w:t>
      </w:r>
    </w:p>
    <w:p w14:paraId="53CB1834" w14:textId="12E2A195"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65044C">
        <w:rPr>
          <w:rFonts w:eastAsia="Calibri" w:cs="Times New Roman"/>
          <w:lang w:eastAsia="cs-CZ"/>
        </w:rPr>
        <w:t>4</w:t>
      </w:r>
      <w:r w:rsidRPr="006B0280">
        <w:rPr>
          <w:rFonts w:eastAsia="Calibri" w:cs="Times New Roman"/>
          <w:lang w:eastAsia="cs-CZ"/>
        </w:rPr>
        <w:t xml:space="preserve"> </w:t>
      </w:r>
    </w:p>
    <w:p w14:paraId="316C69E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282CD9" w14:textId="24268D62" w:rsidR="00CB7B5A" w:rsidRPr="00CB7B5A" w:rsidRDefault="006229C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65044C">
        <w:rPr>
          <w:rFonts w:eastAsia="Calibri" w:cs="Times New Roman"/>
          <w:b/>
          <w:lang w:eastAsia="cs-CZ"/>
        </w:rPr>
        <w:t>30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44CECA6E" w14:textId="0BF3C157" w:rsidR="000949F4" w:rsidRDefault="0065044C" w:rsidP="006229CA">
      <w:pPr>
        <w:spacing w:after="0" w:line="240" w:lineRule="auto"/>
        <w:rPr>
          <w:rFonts w:eastAsia="Calibri" w:cs="Times New Roman"/>
          <w:lang w:eastAsia="cs-CZ"/>
        </w:rPr>
      </w:pPr>
      <w:r w:rsidRPr="0065044C">
        <w:rPr>
          <w:rFonts w:eastAsia="Calibri" w:cs="Times New Roman"/>
          <w:lang w:eastAsia="cs-CZ"/>
        </w:rPr>
        <w:t>PS 01 – PZS v km 3,220: Na položce č. 90 (45152) PODKLADNÍ A VÝPLŇOVÉ VRSTVY Z KAMENIVA DRCENÉHO je nesp</w:t>
      </w:r>
      <w:r w:rsidR="00A655B9">
        <w:rPr>
          <w:rFonts w:eastAsia="Calibri" w:cs="Times New Roman"/>
          <w:lang w:eastAsia="cs-CZ"/>
        </w:rPr>
        <w:t>rávně uvedená výměra, v bodě</w:t>
      </w:r>
      <w:r w:rsidRPr="0065044C">
        <w:rPr>
          <w:rFonts w:eastAsia="Calibri" w:cs="Times New Roman"/>
          <w:lang w:eastAsia="cs-CZ"/>
        </w:rPr>
        <w:t xml:space="preserve"> 2. Žádáme o opravu.</w:t>
      </w:r>
    </w:p>
    <w:p w14:paraId="6C5546F0" w14:textId="022AF392" w:rsidR="00CB7B5A" w:rsidRPr="00601276" w:rsidRDefault="00CB7B5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601276">
        <w:rPr>
          <w:rFonts w:eastAsia="Calibri" w:cs="Times New Roman"/>
          <w:b/>
          <w:lang w:eastAsia="cs-CZ"/>
        </w:rPr>
        <w:t xml:space="preserve">Odpověď: </w:t>
      </w:r>
    </w:p>
    <w:p w14:paraId="7B2F21BB" w14:textId="67B99004" w:rsidR="00CB7B5A" w:rsidRPr="00601276" w:rsidRDefault="000C6D56" w:rsidP="00CB7B5A">
      <w:pPr>
        <w:spacing w:after="0" w:line="240" w:lineRule="auto"/>
        <w:rPr>
          <w:rFonts w:eastAsia="Calibri" w:cs="Times New Roman"/>
          <w:lang w:eastAsia="cs-CZ"/>
        </w:rPr>
      </w:pPr>
      <w:r w:rsidRPr="00601276">
        <w:rPr>
          <w:rFonts w:eastAsia="Calibri" w:cs="Times New Roman"/>
          <w:lang w:eastAsia="cs-CZ"/>
        </w:rPr>
        <w:t>Nejedná se o položku č. 90 (ZÁKLADY Z DÍLCŮ ŽELEZOBETONOVÝCH DO C25/30), ale o položku č. 94</w:t>
      </w:r>
      <w:r w:rsidR="00ED296F" w:rsidRPr="00601276">
        <w:rPr>
          <w:rFonts w:eastAsia="Calibri" w:cs="Times New Roman"/>
          <w:lang w:eastAsia="cs-CZ"/>
        </w:rPr>
        <w:t>. Výměra byla rozdělena mezi položky č. 94 a 89 (ZÁSYP JAM A RÝH ZEMINOU SE ZHUTNĚNÍM), takže celková výměra je správně.</w:t>
      </w:r>
    </w:p>
    <w:p w14:paraId="7096B5AB" w14:textId="39B5B9AC" w:rsidR="006229CA" w:rsidRPr="00601276" w:rsidRDefault="006229CA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33237E4F" w14:textId="541F00D3" w:rsidR="004A0422" w:rsidRPr="00601276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 w:rsidRPr="00601276">
        <w:rPr>
          <w:rFonts w:eastAsia="Calibri" w:cs="Times New Roman"/>
          <w:b/>
          <w:lang w:eastAsia="cs-CZ"/>
        </w:rPr>
        <w:t xml:space="preserve">Dotaz č. </w:t>
      </w:r>
      <w:r w:rsidR="0065044C" w:rsidRPr="00601276">
        <w:rPr>
          <w:rFonts w:eastAsia="Calibri" w:cs="Times New Roman"/>
          <w:b/>
          <w:lang w:eastAsia="cs-CZ"/>
        </w:rPr>
        <w:t>31</w:t>
      </w:r>
      <w:r w:rsidRPr="00601276">
        <w:rPr>
          <w:rFonts w:eastAsia="Calibri" w:cs="Times New Roman"/>
          <w:b/>
          <w:lang w:eastAsia="cs-CZ"/>
        </w:rPr>
        <w:t>:</w:t>
      </w:r>
    </w:p>
    <w:p w14:paraId="3D14292E" w14:textId="39CBC00F" w:rsidR="000949F4" w:rsidRPr="00601276" w:rsidRDefault="0065044C" w:rsidP="004A0422">
      <w:pPr>
        <w:spacing w:after="0" w:line="240" w:lineRule="auto"/>
        <w:rPr>
          <w:rFonts w:eastAsia="Calibri" w:cs="Times New Roman"/>
          <w:lang w:eastAsia="cs-CZ"/>
        </w:rPr>
      </w:pPr>
      <w:r w:rsidRPr="00601276">
        <w:rPr>
          <w:rFonts w:eastAsia="Calibri" w:cs="Times New Roman"/>
          <w:lang w:eastAsia="cs-CZ"/>
        </w:rPr>
        <w:t xml:space="preserve">PS 02 – PZS v km 4,952: Na položce č. 111 (45152) PODKLADNÍ A VÝPLŇOVÉ VRSTVY Z KAMENIVA DRCENÉHO je </w:t>
      </w:r>
      <w:r w:rsidR="00A655B9" w:rsidRPr="00601276">
        <w:rPr>
          <w:rFonts w:eastAsia="Calibri" w:cs="Times New Roman"/>
          <w:lang w:eastAsia="cs-CZ"/>
        </w:rPr>
        <w:t>nesprávně uvedená výměra, v bodě</w:t>
      </w:r>
      <w:r w:rsidRPr="00601276">
        <w:rPr>
          <w:rFonts w:eastAsia="Calibri" w:cs="Times New Roman"/>
          <w:lang w:eastAsia="cs-CZ"/>
        </w:rPr>
        <w:t xml:space="preserve"> 2. Žádáme o opravu.</w:t>
      </w:r>
    </w:p>
    <w:p w14:paraId="79B8C254" w14:textId="7CB4BF19" w:rsidR="004A0422" w:rsidRPr="00601276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 w:rsidRPr="00601276">
        <w:rPr>
          <w:rFonts w:eastAsia="Calibri" w:cs="Times New Roman"/>
          <w:b/>
          <w:lang w:eastAsia="cs-CZ"/>
        </w:rPr>
        <w:t xml:space="preserve">Odpověď: </w:t>
      </w:r>
    </w:p>
    <w:p w14:paraId="37A9AD92" w14:textId="0F161E02" w:rsidR="00ED296F" w:rsidRPr="00601276" w:rsidRDefault="00ED296F" w:rsidP="00ED296F">
      <w:pPr>
        <w:spacing w:after="0" w:line="240" w:lineRule="auto"/>
        <w:rPr>
          <w:rFonts w:eastAsia="Calibri" w:cs="Times New Roman"/>
          <w:lang w:eastAsia="cs-CZ"/>
        </w:rPr>
      </w:pPr>
      <w:r w:rsidRPr="00601276">
        <w:rPr>
          <w:rFonts w:eastAsia="Calibri" w:cs="Times New Roman"/>
          <w:lang w:eastAsia="cs-CZ"/>
        </w:rPr>
        <w:t>Nejedná se o položku č. 111 (ZÁSYP JAM A RÝH Z NAKUPOVANÝCH MATERIÁLŮ), ale o položku č. 116. Výměra byla rozdělena mezi položky č. 116 a 111 (ZÁSYP JAM A RÝH ZEMINOU SE ZHUTNĚNÍM), takže celková výměra je správně.</w:t>
      </w:r>
    </w:p>
    <w:p w14:paraId="7F69D040" w14:textId="3EB2A4AC" w:rsidR="00CB7B5A" w:rsidRPr="004A0422" w:rsidRDefault="00CB7B5A" w:rsidP="006229C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D77D5AA" w14:textId="77777777" w:rsidR="00601276" w:rsidRPr="00601276" w:rsidRDefault="00601276" w:rsidP="0060127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01276">
        <w:rPr>
          <w:rFonts w:eastAsia="Times New Roman" w:cs="Times New Roman"/>
          <w:lang w:eastAsia="cs-CZ"/>
        </w:rPr>
        <w:t xml:space="preserve">Vzhledem ke skutečnosti, že bylo provedeno pouze </w:t>
      </w:r>
      <w:r w:rsidRPr="00601276">
        <w:rPr>
          <w:rFonts w:eastAsia="Times New Roman" w:cs="Times New Roman"/>
          <w:b/>
          <w:lang w:eastAsia="cs-CZ"/>
        </w:rPr>
        <w:t>vysvětlení zadávací dokumentace</w:t>
      </w:r>
      <w:r w:rsidRPr="00601276">
        <w:rPr>
          <w:rFonts w:eastAsia="Times New Roman" w:cs="Times New Roman"/>
          <w:lang w:eastAsia="cs-CZ"/>
        </w:rPr>
        <w:t>, neprodlužuje zadavatel lhůtu pro podání nabídek.</w:t>
      </w:r>
    </w:p>
    <w:p w14:paraId="394CB738" w14:textId="77777777" w:rsidR="00601276" w:rsidRPr="00601276" w:rsidRDefault="00601276" w:rsidP="0060127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F1DBEBA" w14:textId="132C22A6" w:rsidR="00601276" w:rsidRDefault="00601276" w:rsidP="0060127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01276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F3A04A3" w14:textId="77777777" w:rsidR="00601276" w:rsidRPr="00601276" w:rsidRDefault="00601276" w:rsidP="0060127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987EBA1" w14:textId="70C62A00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01276">
        <w:rPr>
          <w:rFonts w:eastAsia="Calibri" w:cs="Times New Roman"/>
          <w:lang w:eastAsia="cs-CZ"/>
        </w:rPr>
        <w:t>Vysvětlení/ změnu/ doplnění zadávací dokumentace</w:t>
      </w:r>
      <w:r w:rsidR="00601276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Pr="00CB7B5A">
        <w:rPr>
          <w:rFonts w:eastAsia="Times New Roman" w:cs="Times New Roman"/>
          <w:lang w:eastAsia="cs-CZ"/>
        </w:rPr>
        <w:t xml:space="preserve">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E675D73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8B34D92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B3B7A0" w14:textId="0B1B45FF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3058FF62" w14:textId="77FFF3D6" w:rsidR="00601276" w:rsidRDefault="0060127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13A623D" w14:textId="77777777" w:rsidR="00601276" w:rsidRPr="00CB7B5A" w:rsidRDefault="0060127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9849F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59941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6923135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176A0B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F00338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lastRenderedPageBreak/>
        <w:t>Stavební správa východ</w:t>
      </w:r>
    </w:p>
    <w:p w14:paraId="75C54137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2B63DB56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BF1D7" w14:textId="77777777" w:rsidR="009D5B31" w:rsidRDefault="009D5B31" w:rsidP="00962258">
      <w:pPr>
        <w:spacing w:after="0" w:line="240" w:lineRule="auto"/>
      </w:pPr>
      <w:r>
        <w:separator/>
      </w:r>
    </w:p>
  </w:endnote>
  <w:endnote w:type="continuationSeparator" w:id="0">
    <w:p w14:paraId="473DB5B1" w14:textId="77777777" w:rsidR="009D5B31" w:rsidRDefault="009D5B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AAE42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A17A97" w14:textId="6244965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04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04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8C43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5BCC8F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675F0FC" w14:textId="77777777" w:rsidR="00F1715C" w:rsidRDefault="00F1715C" w:rsidP="00D831A3">
          <w:pPr>
            <w:pStyle w:val="Zpat"/>
          </w:pPr>
        </w:p>
      </w:tc>
    </w:tr>
  </w:tbl>
  <w:p w14:paraId="27FFF9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5E00E9B" wp14:editId="0F9D29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416729" wp14:editId="371F52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48D231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0BF4A6" w14:textId="32207474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B55A19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124E4A1A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7D72D4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7AB0F6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8799FF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CFB2C5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ADFC18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50FD79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BCEB89D" w14:textId="77777777" w:rsidR="00490C88" w:rsidRDefault="00490C88" w:rsidP="00331004">
          <w:pPr>
            <w:pStyle w:val="Zpat"/>
          </w:pPr>
        </w:p>
      </w:tc>
    </w:tr>
  </w:tbl>
  <w:p w14:paraId="058740A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EDB1734" wp14:editId="2615E1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068CF80" wp14:editId="3FED38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0C9369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2B6B1" w14:textId="77777777" w:rsidR="009D5B31" w:rsidRDefault="009D5B31" w:rsidP="00962258">
      <w:pPr>
        <w:spacing w:after="0" w:line="240" w:lineRule="auto"/>
      </w:pPr>
      <w:r>
        <w:separator/>
      </w:r>
    </w:p>
  </w:footnote>
  <w:footnote w:type="continuationSeparator" w:id="0">
    <w:p w14:paraId="601FFBA8" w14:textId="77777777" w:rsidR="009D5B31" w:rsidRDefault="009D5B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E293D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5A674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8F26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B70FB6" w14:textId="77777777" w:rsidR="00F1715C" w:rsidRPr="00D6163D" w:rsidRDefault="00F1715C" w:rsidP="00D6163D">
          <w:pPr>
            <w:pStyle w:val="Druhdokumentu"/>
          </w:pPr>
        </w:p>
      </w:tc>
    </w:tr>
  </w:tbl>
  <w:p w14:paraId="724F111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29DAF8C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773E1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9EABB5" wp14:editId="2D2E11ED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94E1E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AB1895" w14:textId="77777777" w:rsidR="00F3199A" w:rsidRPr="00D6163D" w:rsidRDefault="00F3199A" w:rsidP="00FC6389">
          <w:pPr>
            <w:pStyle w:val="Druhdokumentu"/>
          </w:pPr>
        </w:p>
      </w:tc>
    </w:tr>
    <w:tr w:rsidR="00F3199A" w14:paraId="5943FFC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086AC4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B727C66" wp14:editId="521B43F3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8D072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581C5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0B8951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B0A9485" wp14:editId="5FF0AAF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3D64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949F4"/>
    <w:rsid w:val="000A06AA"/>
    <w:rsid w:val="000B1153"/>
    <w:rsid w:val="000B6C7E"/>
    <w:rsid w:val="000B7907"/>
    <w:rsid w:val="000C0429"/>
    <w:rsid w:val="000C45E8"/>
    <w:rsid w:val="000C6D56"/>
    <w:rsid w:val="00114472"/>
    <w:rsid w:val="00136BD0"/>
    <w:rsid w:val="001678FB"/>
    <w:rsid w:val="00170EC5"/>
    <w:rsid w:val="001747C1"/>
    <w:rsid w:val="0018596A"/>
    <w:rsid w:val="001B69C2"/>
    <w:rsid w:val="001C4DA0"/>
    <w:rsid w:val="001D2516"/>
    <w:rsid w:val="00207DF5"/>
    <w:rsid w:val="00267369"/>
    <w:rsid w:val="0026785D"/>
    <w:rsid w:val="00285188"/>
    <w:rsid w:val="002C31BF"/>
    <w:rsid w:val="002E0CD7"/>
    <w:rsid w:val="002F026B"/>
    <w:rsid w:val="00357BC6"/>
    <w:rsid w:val="0037111D"/>
    <w:rsid w:val="0039206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0422"/>
    <w:rsid w:val="004A7C69"/>
    <w:rsid w:val="004C4399"/>
    <w:rsid w:val="004C69ED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30A"/>
    <w:rsid w:val="00575E5A"/>
    <w:rsid w:val="00584E2A"/>
    <w:rsid w:val="00596C7E"/>
    <w:rsid w:val="005A64E9"/>
    <w:rsid w:val="005A754C"/>
    <w:rsid w:val="005B5EE9"/>
    <w:rsid w:val="00601276"/>
    <w:rsid w:val="006104F6"/>
    <w:rsid w:val="0061068E"/>
    <w:rsid w:val="006229CA"/>
    <w:rsid w:val="0065044C"/>
    <w:rsid w:val="00660AD3"/>
    <w:rsid w:val="006A5570"/>
    <w:rsid w:val="006A689C"/>
    <w:rsid w:val="006B0280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194B"/>
    <w:rsid w:val="007E4A6E"/>
    <w:rsid w:val="007F56A7"/>
    <w:rsid w:val="00807DD0"/>
    <w:rsid w:val="00813F11"/>
    <w:rsid w:val="00815D55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D5B31"/>
    <w:rsid w:val="009E07F4"/>
    <w:rsid w:val="009F392E"/>
    <w:rsid w:val="00A44328"/>
    <w:rsid w:val="00A6177B"/>
    <w:rsid w:val="00A655B9"/>
    <w:rsid w:val="00A66136"/>
    <w:rsid w:val="00AA4CBB"/>
    <w:rsid w:val="00AA65FA"/>
    <w:rsid w:val="00AA7351"/>
    <w:rsid w:val="00AC1DBF"/>
    <w:rsid w:val="00AC4BCB"/>
    <w:rsid w:val="00AD056F"/>
    <w:rsid w:val="00AD2773"/>
    <w:rsid w:val="00AD6731"/>
    <w:rsid w:val="00AE1DDE"/>
    <w:rsid w:val="00B15B5E"/>
    <w:rsid w:val="00B15D0D"/>
    <w:rsid w:val="00B23CA3"/>
    <w:rsid w:val="00B3491A"/>
    <w:rsid w:val="00B41204"/>
    <w:rsid w:val="00B45E9E"/>
    <w:rsid w:val="00B55F9C"/>
    <w:rsid w:val="00B75EE1"/>
    <w:rsid w:val="00B77481"/>
    <w:rsid w:val="00B8518B"/>
    <w:rsid w:val="00BB3740"/>
    <w:rsid w:val="00BD7E91"/>
    <w:rsid w:val="00BF374D"/>
    <w:rsid w:val="00C015E3"/>
    <w:rsid w:val="00C02D0A"/>
    <w:rsid w:val="00C03A6E"/>
    <w:rsid w:val="00C14877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7049"/>
    <w:rsid w:val="00E824F1"/>
    <w:rsid w:val="00EA66C7"/>
    <w:rsid w:val="00EB104F"/>
    <w:rsid w:val="00ED085D"/>
    <w:rsid w:val="00ED14BD"/>
    <w:rsid w:val="00ED296F"/>
    <w:rsid w:val="00EE6C2E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67434"/>
    <w:rsid w:val="00F804A7"/>
    <w:rsid w:val="00F862D6"/>
    <w:rsid w:val="00F86BA6"/>
    <w:rsid w:val="00FB5E01"/>
    <w:rsid w:val="00FC6389"/>
    <w:rsid w:val="00FD2F51"/>
    <w:rsid w:val="00FE3455"/>
    <w:rsid w:val="00FF407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D9733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042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D74425-4C8F-4BAF-A32F-E0774249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301</Words>
  <Characters>1780</Characters>
  <Application>Microsoft Office Word</Application>
  <DocSecurity>4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2019-02-22T13:28:00Z</cp:lastPrinted>
  <dcterms:created xsi:type="dcterms:W3CDTF">2022-05-23T08:08:00Z</dcterms:created>
  <dcterms:modified xsi:type="dcterms:W3CDTF">2022-05-23T08:08:00Z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